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资助国家重点实验室评估项目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资助国家重点实验室评估项目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资助国家重点实验室评估</w:t>
            </w:r>
          </w:p>
          <w:p>
            <w:pPr>
              <w:jc w:val="center"/>
              <w:rPr>
                <w:rFonts w:hint="eastAsia" w:ascii="宋体" w:eastAsia="宋体"/>
                <w:szCs w:val="21"/>
                <w:lang w:eastAsia="zh-CN"/>
              </w:rPr>
            </w:pPr>
            <w:r>
              <w:rPr>
                <w:rFonts w:hint="eastAsia" w:ascii="宋体" w:hAnsi="宋体"/>
                <w:szCs w:val="21"/>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sym w:font="Wingdings 2" w:char="00A3"/>
            </w:r>
            <w:r>
              <w:rPr>
                <w:rFonts w:hint="eastAsia" w:ascii="宋体" w:hAnsi="宋体"/>
                <w:szCs w:val="21"/>
              </w:rPr>
              <w:t>优秀类</w:t>
            </w:r>
          </w:p>
          <w:p>
            <w:pPr>
              <w:jc w:val="left"/>
              <w:rPr>
                <w:rFonts w:ascii="宋体"/>
                <w:szCs w:val="21"/>
              </w:rPr>
            </w:pPr>
            <w:r>
              <w:rPr>
                <w:rFonts w:hint="eastAsia" w:ascii="宋体" w:hAnsi="宋体"/>
                <w:szCs w:val="21"/>
              </w:rPr>
              <w:t>□良好类</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评估通过时间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10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建设国家重点实验室的目的和意义；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w:t>
            </w:r>
            <w:r>
              <w:rPr>
                <w:rFonts w:hint="eastAsia" w:ascii="宋体" w:hAnsi="宋体"/>
                <w:b/>
                <w:szCs w:val="21"/>
                <w:lang w:eastAsia="zh-CN"/>
              </w:rPr>
              <w:t>（由区科创局填写）</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被国家科技部评估为优秀类、良好类国家重点实验室的证明文件复印件（验原件）。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24D6"/>
    <w:rsid w:val="00035CE7"/>
    <w:rsid w:val="00036028"/>
    <w:rsid w:val="00036177"/>
    <w:rsid w:val="00036254"/>
    <w:rsid w:val="00042720"/>
    <w:rsid w:val="000443F3"/>
    <w:rsid w:val="0005149A"/>
    <w:rsid w:val="00055C3C"/>
    <w:rsid w:val="000635DD"/>
    <w:rsid w:val="000663FA"/>
    <w:rsid w:val="0007006B"/>
    <w:rsid w:val="000707C3"/>
    <w:rsid w:val="00074529"/>
    <w:rsid w:val="00076D79"/>
    <w:rsid w:val="000776CF"/>
    <w:rsid w:val="0008217D"/>
    <w:rsid w:val="00082912"/>
    <w:rsid w:val="00083A55"/>
    <w:rsid w:val="00092534"/>
    <w:rsid w:val="000937C2"/>
    <w:rsid w:val="000A0450"/>
    <w:rsid w:val="000A0626"/>
    <w:rsid w:val="000A1535"/>
    <w:rsid w:val="000B5623"/>
    <w:rsid w:val="000B730A"/>
    <w:rsid w:val="000C507A"/>
    <w:rsid w:val="000C5A01"/>
    <w:rsid w:val="000D3616"/>
    <w:rsid w:val="000E199E"/>
    <w:rsid w:val="000E211E"/>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536D"/>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2B22"/>
    <w:rsid w:val="00235EB9"/>
    <w:rsid w:val="00236917"/>
    <w:rsid w:val="0024030D"/>
    <w:rsid w:val="002476D1"/>
    <w:rsid w:val="00250FF5"/>
    <w:rsid w:val="0025308A"/>
    <w:rsid w:val="00262E40"/>
    <w:rsid w:val="0027291B"/>
    <w:rsid w:val="002745FD"/>
    <w:rsid w:val="002755A7"/>
    <w:rsid w:val="00275F2A"/>
    <w:rsid w:val="002830B3"/>
    <w:rsid w:val="00283333"/>
    <w:rsid w:val="0028360B"/>
    <w:rsid w:val="00292A34"/>
    <w:rsid w:val="0029525C"/>
    <w:rsid w:val="002A0CB3"/>
    <w:rsid w:val="002A0F05"/>
    <w:rsid w:val="002A3DBE"/>
    <w:rsid w:val="002A582A"/>
    <w:rsid w:val="002B153A"/>
    <w:rsid w:val="002B5C70"/>
    <w:rsid w:val="002C0435"/>
    <w:rsid w:val="002C412A"/>
    <w:rsid w:val="002C6319"/>
    <w:rsid w:val="002D0018"/>
    <w:rsid w:val="002D41BA"/>
    <w:rsid w:val="002E5473"/>
    <w:rsid w:val="002E7D29"/>
    <w:rsid w:val="002E7FB2"/>
    <w:rsid w:val="002F0CFD"/>
    <w:rsid w:val="002F3C17"/>
    <w:rsid w:val="003026A8"/>
    <w:rsid w:val="00306C2F"/>
    <w:rsid w:val="00317A13"/>
    <w:rsid w:val="003233D6"/>
    <w:rsid w:val="003243C8"/>
    <w:rsid w:val="00342B0E"/>
    <w:rsid w:val="00361E16"/>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3050"/>
    <w:rsid w:val="00417897"/>
    <w:rsid w:val="00417952"/>
    <w:rsid w:val="00422A4F"/>
    <w:rsid w:val="004242AD"/>
    <w:rsid w:val="00426420"/>
    <w:rsid w:val="004418CC"/>
    <w:rsid w:val="00444202"/>
    <w:rsid w:val="0044613A"/>
    <w:rsid w:val="00450F84"/>
    <w:rsid w:val="004515B5"/>
    <w:rsid w:val="00451D1F"/>
    <w:rsid w:val="00454812"/>
    <w:rsid w:val="00462757"/>
    <w:rsid w:val="004741A2"/>
    <w:rsid w:val="00487CB3"/>
    <w:rsid w:val="004921C1"/>
    <w:rsid w:val="0049286D"/>
    <w:rsid w:val="00496217"/>
    <w:rsid w:val="00496327"/>
    <w:rsid w:val="0049646E"/>
    <w:rsid w:val="004A385D"/>
    <w:rsid w:val="004A6313"/>
    <w:rsid w:val="004A66F4"/>
    <w:rsid w:val="004A7091"/>
    <w:rsid w:val="004B5531"/>
    <w:rsid w:val="004B7E17"/>
    <w:rsid w:val="004C16E4"/>
    <w:rsid w:val="004C3F97"/>
    <w:rsid w:val="004D5043"/>
    <w:rsid w:val="004D51E4"/>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72EA8"/>
    <w:rsid w:val="005771BF"/>
    <w:rsid w:val="005804BB"/>
    <w:rsid w:val="00584C6E"/>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40E3"/>
    <w:rsid w:val="006B54E3"/>
    <w:rsid w:val="006B75FA"/>
    <w:rsid w:val="006C4C11"/>
    <w:rsid w:val="006C7DEA"/>
    <w:rsid w:val="006D6CE8"/>
    <w:rsid w:val="006D7052"/>
    <w:rsid w:val="006E0CA9"/>
    <w:rsid w:val="006F0546"/>
    <w:rsid w:val="006F1B5F"/>
    <w:rsid w:val="006F6AA7"/>
    <w:rsid w:val="00700375"/>
    <w:rsid w:val="0070205E"/>
    <w:rsid w:val="0070714D"/>
    <w:rsid w:val="007107FA"/>
    <w:rsid w:val="00711FCF"/>
    <w:rsid w:val="007130B4"/>
    <w:rsid w:val="00713CC4"/>
    <w:rsid w:val="007145A6"/>
    <w:rsid w:val="007208C5"/>
    <w:rsid w:val="0072578D"/>
    <w:rsid w:val="00726E74"/>
    <w:rsid w:val="0073376F"/>
    <w:rsid w:val="00742D0F"/>
    <w:rsid w:val="0074357B"/>
    <w:rsid w:val="0075600B"/>
    <w:rsid w:val="00762308"/>
    <w:rsid w:val="0076288F"/>
    <w:rsid w:val="00771829"/>
    <w:rsid w:val="00771CE7"/>
    <w:rsid w:val="00777179"/>
    <w:rsid w:val="0078205A"/>
    <w:rsid w:val="007836EA"/>
    <w:rsid w:val="007861EE"/>
    <w:rsid w:val="00791D88"/>
    <w:rsid w:val="007A461E"/>
    <w:rsid w:val="007A7184"/>
    <w:rsid w:val="007A7C6C"/>
    <w:rsid w:val="007C2839"/>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E08DA"/>
    <w:rsid w:val="009E6D67"/>
    <w:rsid w:val="009F0C6F"/>
    <w:rsid w:val="00A01E1C"/>
    <w:rsid w:val="00A024AD"/>
    <w:rsid w:val="00A073D9"/>
    <w:rsid w:val="00A106C8"/>
    <w:rsid w:val="00A1636F"/>
    <w:rsid w:val="00A234A3"/>
    <w:rsid w:val="00A23DA4"/>
    <w:rsid w:val="00A2589A"/>
    <w:rsid w:val="00A32CE4"/>
    <w:rsid w:val="00A412D5"/>
    <w:rsid w:val="00A4216C"/>
    <w:rsid w:val="00A53C93"/>
    <w:rsid w:val="00A54F66"/>
    <w:rsid w:val="00A613E6"/>
    <w:rsid w:val="00A630EE"/>
    <w:rsid w:val="00A663A5"/>
    <w:rsid w:val="00A67743"/>
    <w:rsid w:val="00A70CF6"/>
    <w:rsid w:val="00A75F20"/>
    <w:rsid w:val="00A762DE"/>
    <w:rsid w:val="00A804DE"/>
    <w:rsid w:val="00A81D0F"/>
    <w:rsid w:val="00A83451"/>
    <w:rsid w:val="00A85FF1"/>
    <w:rsid w:val="00A915F5"/>
    <w:rsid w:val="00A977DA"/>
    <w:rsid w:val="00AC1C06"/>
    <w:rsid w:val="00AC5964"/>
    <w:rsid w:val="00AC6BA8"/>
    <w:rsid w:val="00AD6572"/>
    <w:rsid w:val="00AE24C6"/>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1C9"/>
    <w:rsid w:val="00B85C59"/>
    <w:rsid w:val="00B929CE"/>
    <w:rsid w:val="00B95E02"/>
    <w:rsid w:val="00BA2284"/>
    <w:rsid w:val="00BA2650"/>
    <w:rsid w:val="00BA41E9"/>
    <w:rsid w:val="00BB5616"/>
    <w:rsid w:val="00BD017A"/>
    <w:rsid w:val="00BD04DB"/>
    <w:rsid w:val="00BD0667"/>
    <w:rsid w:val="00BD1170"/>
    <w:rsid w:val="00BD3599"/>
    <w:rsid w:val="00BD6560"/>
    <w:rsid w:val="00BD69DA"/>
    <w:rsid w:val="00BE1265"/>
    <w:rsid w:val="00BE23A3"/>
    <w:rsid w:val="00BE2CD1"/>
    <w:rsid w:val="00BF173E"/>
    <w:rsid w:val="00BF7633"/>
    <w:rsid w:val="00C0254E"/>
    <w:rsid w:val="00C06FFD"/>
    <w:rsid w:val="00C163E3"/>
    <w:rsid w:val="00C176CB"/>
    <w:rsid w:val="00C2059E"/>
    <w:rsid w:val="00C20F06"/>
    <w:rsid w:val="00C3204E"/>
    <w:rsid w:val="00C34073"/>
    <w:rsid w:val="00C35309"/>
    <w:rsid w:val="00C410F2"/>
    <w:rsid w:val="00C41319"/>
    <w:rsid w:val="00C46BF3"/>
    <w:rsid w:val="00C4703E"/>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2E37"/>
    <w:rsid w:val="00D06CB2"/>
    <w:rsid w:val="00D1458D"/>
    <w:rsid w:val="00D166D1"/>
    <w:rsid w:val="00D20669"/>
    <w:rsid w:val="00D22CEE"/>
    <w:rsid w:val="00D238DE"/>
    <w:rsid w:val="00D26B60"/>
    <w:rsid w:val="00D35ADA"/>
    <w:rsid w:val="00D35DCF"/>
    <w:rsid w:val="00D462FC"/>
    <w:rsid w:val="00D46BBC"/>
    <w:rsid w:val="00D515F0"/>
    <w:rsid w:val="00D5237D"/>
    <w:rsid w:val="00D53786"/>
    <w:rsid w:val="00D61DB4"/>
    <w:rsid w:val="00D64EE2"/>
    <w:rsid w:val="00D65D48"/>
    <w:rsid w:val="00D66CEE"/>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2D11"/>
    <w:rsid w:val="00E6486B"/>
    <w:rsid w:val="00E649F8"/>
    <w:rsid w:val="00E6594B"/>
    <w:rsid w:val="00E72CD1"/>
    <w:rsid w:val="00E74109"/>
    <w:rsid w:val="00E74F04"/>
    <w:rsid w:val="00E77E3B"/>
    <w:rsid w:val="00E83767"/>
    <w:rsid w:val="00EA0A83"/>
    <w:rsid w:val="00EA1ADC"/>
    <w:rsid w:val="00EA30E7"/>
    <w:rsid w:val="00EA3631"/>
    <w:rsid w:val="00EB40C9"/>
    <w:rsid w:val="00EB4455"/>
    <w:rsid w:val="00EB5D83"/>
    <w:rsid w:val="00EB64BF"/>
    <w:rsid w:val="00EC344A"/>
    <w:rsid w:val="00EC34DF"/>
    <w:rsid w:val="00ED0065"/>
    <w:rsid w:val="00ED07B1"/>
    <w:rsid w:val="00ED36CF"/>
    <w:rsid w:val="00EF3455"/>
    <w:rsid w:val="00EF5ABA"/>
    <w:rsid w:val="00EF6749"/>
    <w:rsid w:val="00F00980"/>
    <w:rsid w:val="00F019F9"/>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3203"/>
    <w:rsid w:val="00F95039"/>
    <w:rsid w:val="00F96DDD"/>
    <w:rsid w:val="00F978E6"/>
    <w:rsid w:val="00FA7399"/>
    <w:rsid w:val="00FC52E7"/>
    <w:rsid w:val="00FD6995"/>
    <w:rsid w:val="00FE1059"/>
    <w:rsid w:val="00FE5556"/>
    <w:rsid w:val="00FE6D70"/>
    <w:rsid w:val="00FF5FA9"/>
    <w:rsid w:val="00FF6826"/>
    <w:rsid w:val="04B009FE"/>
    <w:rsid w:val="139B1AEC"/>
    <w:rsid w:val="19C42547"/>
    <w:rsid w:val="1C9C373E"/>
    <w:rsid w:val="2CEB4B2C"/>
    <w:rsid w:val="2DF1468B"/>
    <w:rsid w:val="4BB91F4F"/>
    <w:rsid w:val="58487F61"/>
    <w:rsid w:val="610E52FA"/>
    <w:rsid w:val="6B3A6A84"/>
    <w:rsid w:val="79FA7653"/>
    <w:rsid w:val="7C2364CD"/>
    <w:rsid w:val="7D9D52BD"/>
    <w:rsid w:val="7E9007E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384</Words>
  <Characters>2190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2020-08-13T02:37:29Z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