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w:t>
      </w:r>
      <w:r>
        <w:rPr>
          <w:rFonts w:hint="eastAsia" w:ascii="仿宋_GB2312"/>
          <w:sz w:val="32"/>
          <w:szCs w:val="32"/>
        </w:rPr>
        <w:t>科技创新创业活动和赛事项目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科技创新创业活动和赛事</w:t>
      </w:r>
    </w:p>
    <w:p>
      <w:pPr>
        <w:spacing w:line="480" w:lineRule="auto"/>
        <w:ind w:firstLine="3974" w:firstLineChars="1242"/>
        <w:rPr>
          <w:sz w:val="28"/>
          <w:szCs w:val="28"/>
        </w:rPr>
      </w:pPr>
      <w:r>
        <w:rPr>
          <w:rFonts w:hint="eastAsia" w:ascii="仿宋_GB2312"/>
          <w:sz w:val="32"/>
          <w:szCs w:val="32"/>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资助</w:t>
            </w:r>
            <w:r>
              <w:rPr>
                <w:rFonts w:hint="eastAsia" w:ascii="宋体" w:hAnsi="宋体"/>
                <w:szCs w:val="21"/>
              </w:rPr>
              <w:t>科技创新创业活动和</w:t>
            </w:r>
          </w:p>
          <w:p>
            <w:pPr>
              <w:jc w:val="center"/>
              <w:rPr>
                <w:rFonts w:ascii="宋体"/>
                <w:szCs w:val="21"/>
              </w:rPr>
            </w:pPr>
            <w:r>
              <w:rPr>
                <w:rFonts w:hint="eastAsia" w:ascii="宋体" w:hAnsi="宋体"/>
                <w:szCs w:val="21"/>
              </w:rPr>
              <w:t>赛事项目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项目实际</w:t>
            </w:r>
            <w:r>
              <w:rPr>
                <w:rFonts w:hint="eastAsia" w:ascii="宋体" w:hAnsi="宋体"/>
                <w:szCs w:val="21"/>
                <w:lang w:eastAsia="zh-CN"/>
              </w:rPr>
              <w:t>投入费用</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合办单位</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szCs w:val="21"/>
              </w:rPr>
            </w:pPr>
            <w:r>
              <w:rPr>
                <w:rFonts w:hint="eastAsia" w:ascii="宋体" w:hAnsi="宋体"/>
                <w:szCs w:val="21"/>
              </w:rPr>
              <w:t>□盐田区政府</w:t>
            </w:r>
          </w:p>
          <w:p>
            <w:pPr>
              <w:rPr>
                <w:rFonts w:hint="eastAsia" w:ascii="宋体" w:hAnsi="宋体"/>
                <w:szCs w:val="21"/>
              </w:rPr>
            </w:pPr>
            <w:r>
              <w:rPr>
                <w:rFonts w:hint="eastAsia" w:ascii="宋体" w:hAnsi="宋体"/>
                <w:szCs w:val="21"/>
              </w:rPr>
              <w:t>□市</w:t>
            </w:r>
            <w:r>
              <w:rPr>
                <w:rFonts w:hint="eastAsia" w:ascii="宋体" w:hAnsi="宋体"/>
                <w:szCs w:val="21"/>
                <w:lang w:eastAsia="zh-CN"/>
              </w:rPr>
              <w:t>级</w:t>
            </w:r>
            <w:r>
              <w:rPr>
                <w:rFonts w:hint="eastAsia" w:ascii="宋体" w:hAnsi="宋体"/>
                <w:szCs w:val="21"/>
              </w:rPr>
              <w:t>职能部门</w:t>
            </w:r>
          </w:p>
          <w:p>
            <w:pPr>
              <w:rPr>
                <w:rFonts w:hint="eastAsia" w:ascii="宋体" w:hAnsi="宋体" w:eastAsia="宋体"/>
                <w:szCs w:val="21"/>
                <w:lang w:eastAsia="zh-CN"/>
              </w:rPr>
            </w:pPr>
            <w:r>
              <w:rPr>
                <w:rFonts w:hint="eastAsia" w:ascii="宋体" w:hAnsi="宋体"/>
                <w:szCs w:val="21"/>
              </w:rPr>
              <w:t>□</w:t>
            </w:r>
            <w:r>
              <w:rPr>
                <w:rFonts w:hint="eastAsia" w:ascii="宋体" w:hAnsi="宋体"/>
                <w:szCs w:val="21"/>
                <w:lang w:eastAsia="zh-CN"/>
              </w:rPr>
              <w:t>其他</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活动时间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活动地点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主办单位</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协办单位</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主要参加单位或个人</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参加媒体</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上级批复文件名称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批复部门</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22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活动内容；</w:t>
            </w:r>
            <w:r>
              <w:rPr>
                <w:rFonts w:ascii="宋体" w:hAnsi="宋体"/>
                <w:szCs w:val="21"/>
              </w:rPr>
              <w:t>2.</w:t>
            </w:r>
            <w:r>
              <w:rPr>
                <w:rFonts w:hint="eastAsia" w:ascii="宋体" w:hAnsi="宋体"/>
                <w:szCs w:val="21"/>
              </w:rPr>
              <w:t>投入情况；</w:t>
            </w:r>
            <w:r>
              <w:rPr>
                <w:rFonts w:ascii="宋体" w:hAnsi="宋体"/>
                <w:szCs w:val="21"/>
              </w:rPr>
              <w:t>3.</w:t>
            </w:r>
            <w:r>
              <w:rPr>
                <w:rFonts w:hint="eastAsia" w:ascii="宋体" w:hAnsi="宋体"/>
                <w:szCs w:val="21"/>
              </w:rPr>
              <w:t>取得效果。</w:t>
            </w:r>
          </w:p>
        </w:tc>
      </w:tr>
      <w:tr>
        <w:tblPrEx>
          <w:tblLayout w:type="fixed"/>
          <w:tblCellMar>
            <w:top w:w="0" w:type="dxa"/>
            <w:left w:w="0" w:type="dxa"/>
            <w:bottom w:w="0" w:type="dxa"/>
            <w:right w:w="0" w:type="dxa"/>
          </w:tblCellMar>
        </w:tblPrEx>
        <w:trPr>
          <w:cantSplit/>
          <w:trHeight w:val="226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审核方式：核准制。</w:t>
            </w:r>
          </w:p>
          <w:p>
            <w:pPr>
              <w:ind w:firstLine="420" w:firstLineChars="200"/>
              <w:rPr>
                <w:rFonts w:hint="eastAsia" w:ascii="宋体" w:hAnsi="宋体"/>
                <w:szCs w:val="21"/>
                <w:lang w:val="en-US" w:eastAsia="zh-CN"/>
              </w:rPr>
            </w:pPr>
            <w:r>
              <w:rPr>
                <w:rFonts w:hint="eastAsia" w:ascii="宋体" w:hAnsi="宋体"/>
                <w:szCs w:val="21"/>
                <w:lang w:eastAsia="zh-CN"/>
              </w:rPr>
              <w:t>在</w:t>
            </w:r>
            <w:r>
              <w:rPr>
                <w:rFonts w:hint="eastAsia" w:ascii="宋体" w:hAnsi="宋体"/>
                <w:szCs w:val="21"/>
                <w:lang w:val="en-US" w:eastAsia="zh-CN"/>
              </w:rPr>
              <w:t xml:space="preserve">    年    月   日，区科创局委托第三方会计师事务所对项目进行财务审计。</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center"/>
        <w:rPr>
          <w:rFonts w:ascii="仿宋_GB2312" w:hAnsi="DHEBIN+SimSun" w:eastAsia="仿宋_GB2312" w:cs="宋体"/>
          <w:color w:val="000000"/>
          <w:kern w:val="0"/>
          <w:sz w:val="32"/>
          <w:szCs w:val="32"/>
        </w:rPr>
      </w:pPr>
      <w:bookmarkStart w:id="0" w:name="_GoBack"/>
      <w:bookmarkEnd w:id="0"/>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申报单位的项目获得盐田区科技创新局审核批复的证明材料。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申报单位的项目获得盐田区政府或市级部门批复为共同举办单位的证明材料（按需要提供）。</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加盖公章的</w:t>
            </w:r>
            <w:r>
              <w:rPr>
                <w:rFonts w:hint="eastAsia" w:ascii="宋体" w:hAnsi="宋体" w:cs="宋体"/>
                <w:szCs w:val="32"/>
                <w:lang w:eastAsia="zh-CN"/>
              </w:rPr>
              <w:t>项目</w:t>
            </w:r>
            <w:r>
              <w:rPr>
                <w:rFonts w:hint="eastAsia" w:ascii="宋体" w:hAnsi="宋体" w:eastAsia="宋体" w:cs="宋体"/>
                <w:szCs w:val="32"/>
              </w:rPr>
              <w:t>投入汇总表（包含：序号、科目、金额&lt;元&gt;）原件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加盖公章的</w:t>
            </w:r>
            <w:r>
              <w:rPr>
                <w:rFonts w:hint="eastAsia" w:ascii="宋体" w:hAnsi="宋体" w:cs="宋体"/>
                <w:szCs w:val="32"/>
                <w:lang w:eastAsia="zh-CN"/>
              </w:rPr>
              <w:t>项目</w:t>
            </w:r>
            <w:r>
              <w:rPr>
                <w:rFonts w:hint="eastAsia" w:ascii="宋体" w:hAnsi="宋体" w:eastAsia="宋体" w:cs="宋体"/>
                <w:szCs w:val="32"/>
              </w:rPr>
              <w:t>投入明细表（包含：内容、支出时间、用途、金额&lt;元&gt;&lt;以发票为准&gt;、记账凭证号码、票据在本材料中对应页码）原件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相关合同或协议复印件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活动或赛事总结报告（内容包括：活动的基本情况、规模和规格，重要嘉宾，活动的主要内容、成效等）原件。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16EB4"/>
    <w:rsid w:val="000250F9"/>
    <w:rsid w:val="00035CE7"/>
    <w:rsid w:val="00036028"/>
    <w:rsid w:val="00036177"/>
    <w:rsid w:val="00036254"/>
    <w:rsid w:val="00041BC6"/>
    <w:rsid w:val="00042720"/>
    <w:rsid w:val="000443F3"/>
    <w:rsid w:val="000447E1"/>
    <w:rsid w:val="0005149A"/>
    <w:rsid w:val="00055C3C"/>
    <w:rsid w:val="000635DD"/>
    <w:rsid w:val="00064699"/>
    <w:rsid w:val="000663FA"/>
    <w:rsid w:val="000707C3"/>
    <w:rsid w:val="00074529"/>
    <w:rsid w:val="00076D79"/>
    <w:rsid w:val="000776CF"/>
    <w:rsid w:val="0008217D"/>
    <w:rsid w:val="00082912"/>
    <w:rsid w:val="00083A55"/>
    <w:rsid w:val="000937C2"/>
    <w:rsid w:val="00096F92"/>
    <w:rsid w:val="000971F5"/>
    <w:rsid w:val="000A0450"/>
    <w:rsid w:val="000A1535"/>
    <w:rsid w:val="000A31BE"/>
    <w:rsid w:val="000B5623"/>
    <w:rsid w:val="000B730A"/>
    <w:rsid w:val="000C507A"/>
    <w:rsid w:val="000C5A01"/>
    <w:rsid w:val="000E199E"/>
    <w:rsid w:val="000E211E"/>
    <w:rsid w:val="00101279"/>
    <w:rsid w:val="00102EC4"/>
    <w:rsid w:val="00107B8B"/>
    <w:rsid w:val="00110F87"/>
    <w:rsid w:val="00112C04"/>
    <w:rsid w:val="00114686"/>
    <w:rsid w:val="00125995"/>
    <w:rsid w:val="00127055"/>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1F606A"/>
    <w:rsid w:val="001F6297"/>
    <w:rsid w:val="00204952"/>
    <w:rsid w:val="00205840"/>
    <w:rsid w:val="0021246F"/>
    <w:rsid w:val="002124C6"/>
    <w:rsid w:val="0021329E"/>
    <w:rsid w:val="002139EC"/>
    <w:rsid w:val="002154DF"/>
    <w:rsid w:val="002228FA"/>
    <w:rsid w:val="00224A68"/>
    <w:rsid w:val="00227006"/>
    <w:rsid w:val="00227CE9"/>
    <w:rsid w:val="002331BE"/>
    <w:rsid w:val="00236917"/>
    <w:rsid w:val="0024030D"/>
    <w:rsid w:val="002476D1"/>
    <w:rsid w:val="00250FF5"/>
    <w:rsid w:val="0025308A"/>
    <w:rsid w:val="00262E40"/>
    <w:rsid w:val="0027291B"/>
    <w:rsid w:val="002745FD"/>
    <w:rsid w:val="002755A7"/>
    <w:rsid w:val="002830B3"/>
    <w:rsid w:val="00283333"/>
    <w:rsid w:val="00284FF5"/>
    <w:rsid w:val="00292A34"/>
    <w:rsid w:val="0029525C"/>
    <w:rsid w:val="002A0CB3"/>
    <w:rsid w:val="002A0F05"/>
    <w:rsid w:val="002A3DBE"/>
    <w:rsid w:val="002A582A"/>
    <w:rsid w:val="002B153A"/>
    <w:rsid w:val="002B3842"/>
    <w:rsid w:val="002B5C70"/>
    <w:rsid w:val="002C0435"/>
    <w:rsid w:val="002C6319"/>
    <w:rsid w:val="002D0018"/>
    <w:rsid w:val="002D41BA"/>
    <w:rsid w:val="002E5473"/>
    <w:rsid w:val="002E7D29"/>
    <w:rsid w:val="002E7FB2"/>
    <w:rsid w:val="002F0CFD"/>
    <w:rsid w:val="002F68DA"/>
    <w:rsid w:val="003026A8"/>
    <w:rsid w:val="00313760"/>
    <w:rsid w:val="00317A13"/>
    <w:rsid w:val="003233D6"/>
    <w:rsid w:val="003243C8"/>
    <w:rsid w:val="00332CBE"/>
    <w:rsid w:val="00344C37"/>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05DED"/>
    <w:rsid w:val="00417897"/>
    <w:rsid w:val="00421DCD"/>
    <w:rsid w:val="00422A4F"/>
    <w:rsid w:val="004242AD"/>
    <w:rsid w:val="004269CD"/>
    <w:rsid w:val="00433AB6"/>
    <w:rsid w:val="004418CC"/>
    <w:rsid w:val="00444202"/>
    <w:rsid w:val="00450F84"/>
    <w:rsid w:val="004515B5"/>
    <w:rsid w:val="00451D1F"/>
    <w:rsid w:val="00454812"/>
    <w:rsid w:val="00462757"/>
    <w:rsid w:val="004741A2"/>
    <w:rsid w:val="00487CB3"/>
    <w:rsid w:val="0049286D"/>
    <w:rsid w:val="00496217"/>
    <w:rsid w:val="00496327"/>
    <w:rsid w:val="004A385D"/>
    <w:rsid w:val="004A6313"/>
    <w:rsid w:val="004A66F4"/>
    <w:rsid w:val="004A7091"/>
    <w:rsid w:val="004B0D84"/>
    <w:rsid w:val="004B5531"/>
    <w:rsid w:val="004B7E17"/>
    <w:rsid w:val="004C16E4"/>
    <w:rsid w:val="004C3848"/>
    <w:rsid w:val="004C3F97"/>
    <w:rsid w:val="004D5043"/>
    <w:rsid w:val="004D67CD"/>
    <w:rsid w:val="004E65DB"/>
    <w:rsid w:val="004E6EDA"/>
    <w:rsid w:val="004E6F43"/>
    <w:rsid w:val="00500F68"/>
    <w:rsid w:val="005013EB"/>
    <w:rsid w:val="00502BE1"/>
    <w:rsid w:val="0050483E"/>
    <w:rsid w:val="00504C17"/>
    <w:rsid w:val="00506769"/>
    <w:rsid w:val="00507E41"/>
    <w:rsid w:val="005133D0"/>
    <w:rsid w:val="005145A1"/>
    <w:rsid w:val="00517102"/>
    <w:rsid w:val="00520CF0"/>
    <w:rsid w:val="00521CF0"/>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13C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44EA"/>
    <w:rsid w:val="006478BA"/>
    <w:rsid w:val="006656E7"/>
    <w:rsid w:val="00667D13"/>
    <w:rsid w:val="006719E0"/>
    <w:rsid w:val="00677860"/>
    <w:rsid w:val="00677FE8"/>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355C"/>
    <w:rsid w:val="006E0CA9"/>
    <w:rsid w:val="006F0546"/>
    <w:rsid w:val="006F1B5F"/>
    <w:rsid w:val="006F6AA7"/>
    <w:rsid w:val="00700375"/>
    <w:rsid w:val="0070205E"/>
    <w:rsid w:val="0070714D"/>
    <w:rsid w:val="007107FA"/>
    <w:rsid w:val="00711FCF"/>
    <w:rsid w:val="00712F70"/>
    <w:rsid w:val="00713CC4"/>
    <w:rsid w:val="007208C5"/>
    <w:rsid w:val="00722FED"/>
    <w:rsid w:val="0072578D"/>
    <w:rsid w:val="00726E74"/>
    <w:rsid w:val="0073376F"/>
    <w:rsid w:val="00737100"/>
    <w:rsid w:val="00742D0F"/>
    <w:rsid w:val="0074357B"/>
    <w:rsid w:val="0075600B"/>
    <w:rsid w:val="00762308"/>
    <w:rsid w:val="00777179"/>
    <w:rsid w:val="0078205A"/>
    <w:rsid w:val="007836EA"/>
    <w:rsid w:val="00783E4A"/>
    <w:rsid w:val="0078780F"/>
    <w:rsid w:val="00791D88"/>
    <w:rsid w:val="007A461E"/>
    <w:rsid w:val="007A7184"/>
    <w:rsid w:val="007A7C6C"/>
    <w:rsid w:val="007C3A78"/>
    <w:rsid w:val="007D586D"/>
    <w:rsid w:val="007E3082"/>
    <w:rsid w:val="007F227B"/>
    <w:rsid w:val="008008EE"/>
    <w:rsid w:val="00801C8B"/>
    <w:rsid w:val="008028EB"/>
    <w:rsid w:val="00803D6E"/>
    <w:rsid w:val="0080536A"/>
    <w:rsid w:val="0081169A"/>
    <w:rsid w:val="00813950"/>
    <w:rsid w:val="0081504D"/>
    <w:rsid w:val="0082726E"/>
    <w:rsid w:val="00834EAB"/>
    <w:rsid w:val="00840839"/>
    <w:rsid w:val="0084156C"/>
    <w:rsid w:val="00855042"/>
    <w:rsid w:val="0085661F"/>
    <w:rsid w:val="00862ADD"/>
    <w:rsid w:val="00866B16"/>
    <w:rsid w:val="00874041"/>
    <w:rsid w:val="00874748"/>
    <w:rsid w:val="00875A5C"/>
    <w:rsid w:val="0087724C"/>
    <w:rsid w:val="008825A1"/>
    <w:rsid w:val="00884BDC"/>
    <w:rsid w:val="00885EA3"/>
    <w:rsid w:val="0089173A"/>
    <w:rsid w:val="00895D45"/>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13131"/>
    <w:rsid w:val="0091421F"/>
    <w:rsid w:val="00923213"/>
    <w:rsid w:val="009242ED"/>
    <w:rsid w:val="00930388"/>
    <w:rsid w:val="009319CF"/>
    <w:rsid w:val="009340F1"/>
    <w:rsid w:val="009415CA"/>
    <w:rsid w:val="0094372E"/>
    <w:rsid w:val="00947CAD"/>
    <w:rsid w:val="00955CFD"/>
    <w:rsid w:val="009657FF"/>
    <w:rsid w:val="00973C86"/>
    <w:rsid w:val="00974F44"/>
    <w:rsid w:val="00982384"/>
    <w:rsid w:val="00987E1B"/>
    <w:rsid w:val="009937B7"/>
    <w:rsid w:val="0099510A"/>
    <w:rsid w:val="00997BF8"/>
    <w:rsid w:val="009A06BC"/>
    <w:rsid w:val="009A1FF7"/>
    <w:rsid w:val="009A2A4A"/>
    <w:rsid w:val="009A3EE4"/>
    <w:rsid w:val="009A44F2"/>
    <w:rsid w:val="009B0B77"/>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34EA4"/>
    <w:rsid w:val="00A4216C"/>
    <w:rsid w:val="00A52632"/>
    <w:rsid w:val="00A53C93"/>
    <w:rsid w:val="00A54F66"/>
    <w:rsid w:val="00A57066"/>
    <w:rsid w:val="00A613E6"/>
    <w:rsid w:val="00A630EE"/>
    <w:rsid w:val="00A646B6"/>
    <w:rsid w:val="00A67743"/>
    <w:rsid w:val="00A70CF6"/>
    <w:rsid w:val="00A804DE"/>
    <w:rsid w:val="00A81D0F"/>
    <w:rsid w:val="00A83451"/>
    <w:rsid w:val="00A85FF1"/>
    <w:rsid w:val="00A915F5"/>
    <w:rsid w:val="00A977DA"/>
    <w:rsid w:val="00AC1C06"/>
    <w:rsid w:val="00AC5964"/>
    <w:rsid w:val="00AC6BA8"/>
    <w:rsid w:val="00AD6572"/>
    <w:rsid w:val="00AE0625"/>
    <w:rsid w:val="00AE5392"/>
    <w:rsid w:val="00AF4D12"/>
    <w:rsid w:val="00B05B49"/>
    <w:rsid w:val="00B07A65"/>
    <w:rsid w:val="00B10D3F"/>
    <w:rsid w:val="00B1665C"/>
    <w:rsid w:val="00B202B8"/>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1E25"/>
    <w:rsid w:val="00B929CE"/>
    <w:rsid w:val="00B934CB"/>
    <w:rsid w:val="00B95E02"/>
    <w:rsid w:val="00BA2284"/>
    <w:rsid w:val="00BA2650"/>
    <w:rsid w:val="00BA41E9"/>
    <w:rsid w:val="00BB5616"/>
    <w:rsid w:val="00BD017A"/>
    <w:rsid w:val="00BD04DB"/>
    <w:rsid w:val="00BD0667"/>
    <w:rsid w:val="00BD0C3D"/>
    <w:rsid w:val="00BD3569"/>
    <w:rsid w:val="00BD3599"/>
    <w:rsid w:val="00BD6560"/>
    <w:rsid w:val="00BD69DA"/>
    <w:rsid w:val="00BE1265"/>
    <w:rsid w:val="00BE23A3"/>
    <w:rsid w:val="00BE2CD1"/>
    <w:rsid w:val="00BF173E"/>
    <w:rsid w:val="00BF7633"/>
    <w:rsid w:val="00C0254E"/>
    <w:rsid w:val="00C06FFD"/>
    <w:rsid w:val="00C102ED"/>
    <w:rsid w:val="00C163E3"/>
    <w:rsid w:val="00C17BA5"/>
    <w:rsid w:val="00C2059E"/>
    <w:rsid w:val="00C20F06"/>
    <w:rsid w:val="00C21FF3"/>
    <w:rsid w:val="00C3204E"/>
    <w:rsid w:val="00C34073"/>
    <w:rsid w:val="00C35309"/>
    <w:rsid w:val="00C37082"/>
    <w:rsid w:val="00C410F2"/>
    <w:rsid w:val="00C41319"/>
    <w:rsid w:val="00C46BF3"/>
    <w:rsid w:val="00C54213"/>
    <w:rsid w:val="00C62573"/>
    <w:rsid w:val="00C67C49"/>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112D"/>
    <w:rsid w:val="00D238DE"/>
    <w:rsid w:val="00D26B60"/>
    <w:rsid w:val="00D35ADA"/>
    <w:rsid w:val="00D462FC"/>
    <w:rsid w:val="00D46BBC"/>
    <w:rsid w:val="00D5237D"/>
    <w:rsid w:val="00D53786"/>
    <w:rsid w:val="00D53E94"/>
    <w:rsid w:val="00D65D48"/>
    <w:rsid w:val="00D75BB3"/>
    <w:rsid w:val="00D77E74"/>
    <w:rsid w:val="00D93F4E"/>
    <w:rsid w:val="00DA1F3F"/>
    <w:rsid w:val="00DA2DEC"/>
    <w:rsid w:val="00DA5C4F"/>
    <w:rsid w:val="00DC2700"/>
    <w:rsid w:val="00DD0B56"/>
    <w:rsid w:val="00DD11FA"/>
    <w:rsid w:val="00DD3CD2"/>
    <w:rsid w:val="00DD7019"/>
    <w:rsid w:val="00DE0CD0"/>
    <w:rsid w:val="00DE16E9"/>
    <w:rsid w:val="00DE1BE7"/>
    <w:rsid w:val="00DE2658"/>
    <w:rsid w:val="00DE2F68"/>
    <w:rsid w:val="00DE71E2"/>
    <w:rsid w:val="00DE751C"/>
    <w:rsid w:val="00DE7730"/>
    <w:rsid w:val="00DE7844"/>
    <w:rsid w:val="00DF0641"/>
    <w:rsid w:val="00DF100E"/>
    <w:rsid w:val="00DF28A1"/>
    <w:rsid w:val="00DF2F92"/>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74109"/>
    <w:rsid w:val="00E74F04"/>
    <w:rsid w:val="00E77E3B"/>
    <w:rsid w:val="00E83767"/>
    <w:rsid w:val="00E859BF"/>
    <w:rsid w:val="00EA0A83"/>
    <w:rsid w:val="00EA1ADC"/>
    <w:rsid w:val="00EA30E7"/>
    <w:rsid w:val="00EA3631"/>
    <w:rsid w:val="00EB40C9"/>
    <w:rsid w:val="00EB5D83"/>
    <w:rsid w:val="00EB64BF"/>
    <w:rsid w:val="00EC125B"/>
    <w:rsid w:val="00EC344A"/>
    <w:rsid w:val="00EC34DF"/>
    <w:rsid w:val="00ED0065"/>
    <w:rsid w:val="00ED2169"/>
    <w:rsid w:val="00ED36CF"/>
    <w:rsid w:val="00EF3455"/>
    <w:rsid w:val="00EF5ABA"/>
    <w:rsid w:val="00EF6749"/>
    <w:rsid w:val="00F00980"/>
    <w:rsid w:val="00F00F22"/>
    <w:rsid w:val="00F039EE"/>
    <w:rsid w:val="00F04833"/>
    <w:rsid w:val="00F04B86"/>
    <w:rsid w:val="00F10528"/>
    <w:rsid w:val="00F11033"/>
    <w:rsid w:val="00F1301C"/>
    <w:rsid w:val="00F15BD3"/>
    <w:rsid w:val="00F21645"/>
    <w:rsid w:val="00F21DF6"/>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9128C"/>
    <w:rsid w:val="00F95039"/>
    <w:rsid w:val="00F96DDD"/>
    <w:rsid w:val="00F978E6"/>
    <w:rsid w:val="00FA5A54"/>
    <w:rsid w:val="00FA7399"/>
    <w:rsid w:val="00FC52E7"/>
    <w:rsid w:val="00FD6995"/>
    <w:rsid w:val="00FE1059"/>
    <w:rsid w:val="00FE6D70"/>
    <w:rsid w:val="00FF2AF9"/>
    <w:rsid w:val="00FF5FA9"/>
    <w:rsid w:val="00FF6826"/>
    <w:rsid w:val="0CA468DD"/>
    <w:rsid w:val="113D033E"/>
    <w:rsid w:val="137B05E6"/>
    <w:rsid w:val="13E65CD5"/>
    <w:rsid w:val="1A586867"/>
    <w:rsid w:val="1CE55877"/>
    <w:rsid w:val="1D2916E6"/>
    <w:rsid w:val="1DAF4A3F"/>
    <w:rsid w:val="23146FD2"/>
    <w:rsid w:val="23AA19CE"/>
    <w:rsid w:val="24E45CFE"/>
    <w:rsid w:val="283F0351"/>
    <w:rsid w:val="2EB16406"/>
    <w:rsid w:val="5AAF4552"/>
    <w:rsid w:val="65863A9A"/>
    <w:rsid w:val="6BF63202"/>
    <w:rsid w:val="6E47175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404</Words>
  <Characters>2305</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2020-08-13T02:50:12Z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